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E23D58">
        <w:rPr>
          <w:rFonts w:ascii="Arial" w:hAnsi="Arial" w:cs="Arial"/>
          <w:b/>
          <w:color w:val="76923C" w:themeColor="accent3" w:themeShade="BF"/>
          <w:sz w:val="28"/>
          <w:szCs w:val="28"/>
        </w:rPr>
        <w:t>JEU DE MIME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CD3383">
        <w:rPr>
          <w:rFonts w:ascii="Arial" w:hAnsi="Arial" w:cs="Arial"/>
        </w:rPr>
        <w:t xml:space="preserve"> </w:t>
      </w:r>
      <w:r w:rsidR="00CD3383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E23D58" w:rsidRDefault="00E23D58" w:rsidP="00E23D5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"métiers en albanais"</w:t>
      </w:r>
    </w:p>
    <w:p w:rsidR="00980916" w:rsidRDefault="00980916" w:rsidP="00E23D5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"carte des métiers en albanais" </w:t>
      </w:r>
    </w:p>
    <w:p w:rsidR="00E23D58" w:rsidRDefault="00E23D58" w:rsidP="00E23D5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Une table</w:t>
      </w:r>
    </w:p>
    <w:p w:rsidR="00E23D58" w:rsidRDefault="00E23D58" w:rsidP="00E23D58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AB7D06" w:rsidRDefault="000E4464" w:rsidP="00AB7D0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7771" w:rsidP="00812C90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980916">
        <w:rPr>
          <w:rFonts w:ascii="Arial" w:hAnsi="Arial" w:cs="Arial"/>
          <w:b/>
        </w:rPr>
        <w:t>pprendre quelques noms de métiers en albanais et découvrir que dans les deux langues, certains noms se ressemblent. Deviner les métiers mimés par se</w:t>
      </w:r>
      <w:r w:rsidR="003261A6">
        <w:rPr>
          <w:rFonts w:ascii="Arial" w:hAnsi="Arial" w:cs="Arial"/>
          <w:b/>
        </w:rPr>
        <w:t>s camarades. L'élève qui obtient</w:t>
      </w:r>
      <w:r w:rsidR="00980916">
        <w:rPr>
          <w:rFonts w:ascii="Arial" w:hAnsi="Arial" w:cs="Arial"/>
          <w:b/>
        </w:rPr>
        <w:t xml:space="preserve"> le plus de point</w:t>
      </w:r>
      <w:r w:rsidR="007C6AA3">
        <w:rPr>
          <w:rFonts w:ascii="Arial" w:hAnsi="Arial" w:cs="Arial"/>
          <w:b/>
        </w:rPr>
        <w:t>s</w:t>
      </w:r>
      <w:r w:rsidR="00980916">
        <w:rPr>
          <w:rFonts w:ascii="Arial" w:hAnsi="Arial" w:cs="Arial"/>
          <w:b/>
        </w:rPr>
        <w:t xml:space="preserve"> au terme de la partie </w:t>
      </w:r>
      <w:r w:rsidR="007C6AA3">
        <w:rPr>
          <w:rFonts w:ascii="Arial" w:hAnsi="Arial" w:cs="Arial"/>
          <w:b/>
        </w:rPr>
        <w:t>a gagné</w:t>
      </w:r>
      <w:r w:rsidR="00980916">
        <w:rPr>
          <w:rFonts w:ascii="Arial" w:hAnsi="Arial" w:cs="Arial"/>
          <w:b/>
        </w:rPr>
        <w:t xml:space="preserve">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5D23F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5D23F1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Default="00980916" w:rsidP="005D23F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80916">
        <w:rPr>
          <w:rFonts w:ascii="Arial" w:hAnsi="Arial" w:cs="Arial"/>
          <w:b/>
        </w:rPr>
        <w:t xml:space="preserve">L'adulte qui anime le jeu présente d'abord quelques métiers en albanais. </w:t>
      </w:r>
    </w:p>
    <w:p w:rsidR="00CD3383" w:rsidRPr="00980916" w:rsidRDefault="00CD3383" w:rsidP="005D23F1">
      <w:pPr>
        <w:pStyle w:val="Paragraphedeliste"/>
        <w:jc w:val="both"/>
        <w:rPr>
          <w:rFonts w:ascii="Arial" w:hAnsi="Arial" w:cs="Arial"/>
          <w:b/>
        </w:rPr>
      </w:pPr>
    </w:p>
    <w:p w:rsidR="00980916" w:rsidRDefault="00980916" w:rsidP="005D23F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80916">
        <w:rPr>
          <w:rFonts w:ascii="Arial" w:hAnsi="Arial" w:cs="Arial"/>
          <w:b/>
        </w:rPr>
        <w:t xml:space="preserve">Les élèves répètent les différents noms de métiers en albanais. L'adulte s'assure de la compréhension et de la bonne prononciation des mots par les élèves. </w:t>
      </w:r>
    </w:p>
    <w:p w:rsidR="00CD3383" w:rsidRDefault="00CD3383" w:rsidP="005D23F1">
      <w:pPr>
        <w:pStyle w:val="Paragraphedeliste"/>
        <w:jc w:val="both"/>
        <w:rPr>
          <w:rFonts w:ascii="Arial" w:hAnsi="Arial" w:cs="Arial"/>
          <w:b/>
        </w:rPr>
      </w:pPr>
    </w:p>
    <w:p w:rsidR="00980916" w:rsidRDefault="00980916" w:rsidP="005D23F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à tour de rôle, chaque élève tire </w:t>
      </w:r>
      <w:r w:rsidR="00AB7D06">
        <w:rPr>
          <w:rFonts w:ascii="Arial" w:hAnsi="Arial" w:cs="Arial"/>
          <w:b/>
        </w:rPr>
        <w:t>une</w:t>
      </w:r>
      <w:r>
        <w:rPr>
          <w:rFonts w:ascii="Arial" w:hAnsi="Arial" w:cs="Arial"/>
          <w:b/>
        </w:rPr>
        <w:t xml:space="preserve"> carte avec un métier</w:t>
      </w:r>
      <w:r w:rsidR="007C6AA3">
        <w:rPr>
          <w:rFonts w:ascii="Arial" w:hAnsi="Arial" w:cs="Arial"/>
          <w:b/>
        </w:rPr>
        <w:t>. L</w:t>
      </w:r>
      <w:r>
        <w:rPr>
          <w:rFonts w:ascii="Arial" w:hAnsi="Arial" w:cs="Arial"/>
          <w:b/>
        </w:rPr>
        <w:t>'élève</w:t>
      </w:r>
      <w:r w:rsidR="00AB7D06">
        <w:rPr>
          <w:rFonts w:ascii="Arial" w:hAnsi="Arial" w:cs="Arial"/>
          <w:b/>
        </w:rPr>
        <w:t xml:space="preserve"> ne doit pas montrer sa carte aux autres élèves et</w:t>
      </w:r>
      <w:r>
        <w:rPr>
          <w:rFonts w:ascii="Arial" w:hAnsi="Arial" w:cs="Arial"/>
          <w:b/>
        </w:rPr>
        <w:t xml:space="preserve"> doit mimer le métier en question</w:t>
      </w:r>
      <w:r w:rsidR="00AB7D06">
        <w:rPr>
          <w:rFonts w:ascii="Arial" w:hAnsi="Arial" w:cs="Arial"/>
          <w:b/>
        </w:rPr>
        <w:t>.    S</w:t>
      </w:r>
      <w:r>
        <w:rPr>
          <w:rFonts w:ascii="Arial" w:hAnsi="Arial" w:cs="Arial"/>
          <w:b/>
        </w:rPr>
        <w:t xml:space="preserve">es camarades doivent deviner de quel métier il s'agit. L'élève qui devine et prononce correctement le nom du métier en albanais avant les autres remporte un point. </w:t>
      </w:r>
    </w:p>
    <w:p w:rsidR="00CD3383" w:rsidRDefault="00CD3383" w:rsidP="005D23F1">
      <w:pPr>
        <w:pStyle w:val="Paragraphedeliste"/>
        <w:jc w:val="both"/>
        <w:rPr>
          <w:rFonts w:ascii="Arial" w:hAnsi="Arial" w:cs="Arial"/>
          <w:b/>
        </w:rPr>
      </w:pPr>
    </w:p>
    <w:p w:rsidR="00980916" w:rsidRDefault="00980916" w:rsidP="005D23F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 te</w:t>
      </w:r>
      <w:r w:rsidR="00033827">
        <w:rPr>
          <w:rFonts w:ascii="Arial" w:hAnsi="Arial" w:cs="Arial"/>
          <w:b/>
        </w:rPr>
        <w:t>rme de la partie, l'élève qui obtient</w:t>
      </w:r>
      <w:r>
        <w:rPr>
          <w:rFonts w:ascii="Arial" w:hAnsi="Arial" w:cs="Arial"/>
          <w:b/>
        </w:rPr>
        <w:t xml:space="preserve"> le plus de point</w:t>
      </w:r>
      <w:r w:rsidR="007C6AA3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="007C6AA3">
        <w:rPr>
          <w:rFonts w:ascii="Arial" w:hAnsi="Arial" w:cs="Arial"/>
          <w:b/>
        </w:rPr>
        <w:t>a gagné</w:t>
      </w:r>
      <w:r>
        <w:rPr>
          <w:rFonts w:ascii="Arial" w:hAnsi="Arial" w:cs="Arial"/>
          <w:b/>
        </w:rPr>
        <w:t xml:space="preserve">. </w:t>
      </w:r>
    </w:p>
    <w:p w:rsidR="00980916" w:rsidRPr="00980916" w:rsidRDefault="00980916" w:rsidP="005D23F1">
      <w:pPr>
        <w:pStyle w:val="Paragraphedeliste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980916" w:rsidRPr="0098091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7A" w:rsidRDefault="00475F7A" w:rsidP="00687DE3">
      <w:pPr>
        <w:spacing w:after="0" w:line="240" w:lineRule="auto"/>
      </w:pPr>
      <w:r>
        <w:separator/>
      </w:r>
    </w:p>
  </w:endnote>
  <w:endnote w:type="continuationSeparator" w:id="0">
    <w:p w:rsidR="00475F7A" w:rsidRDefault="00475F7A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7A" w:rsidRDefault="00475F7A" w:rsidP="00687DE3">
      <w:pPr>
        <w:spacing w:after="0" w:line="240" w:lineRule="auto"/>
      </w:pPr>
      <w:r>
        <w:separator/>
      </w:r>
    </w:p>
  </w:footnote>
  <w:footnote w:type="continuationSeparator" w:id="0">
    <w:p w:rsidR="00475F7A" w:rsidRDefault="00475F7A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3827"/>
    <w:rsid w:val="000E4464"/>
    <w:rsid w:val="00177EC9"/>
    <w:rsid w:val="001A4A00"/>
    <w:rsid w:val="003261A6"/>
    <w:rsid w:val="003F707B"/>
    <w:rsid w:val="004163C9"/>
    <w:rsid w:val="004217DC"/>
    <w:rsid w:val="00475F7A"/>
    <w:rsid w:val="004A3EDD"/>
    <w:rsid w:val="004B3F3D"/>
    <w:rsid w:val="00507F03"/>
    <w:rsid w:val="005D23F1"/>
    <w:rsid w:val="00687DE3"/>
    <w:rsid w:val="007C6AA3"/>
    <w:rsid w:val="007D5C21"/>
    <w:rsid w:val="00812C90"/>
    <w:rsid w:val="00837771"/>
    <w:rsid w:val="00980916"/>
    <w:rsid w:val="00AB7D06"/>
    <w:rsid w:val="00B431DF"/>
    <w:rsid w:val="00C113DD"/>
    <w:rsid w:val="00C45E62"/>
    <w:rsid w:val="00CD3383"/>
    <w:rsid w:val="00D61C79"/>
    <w:rsid w:val="00DF5E50"/>
    <w:rsid w:val="00E2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8C808186.dotm</Template>
  <TotalTime>0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2019-07-18T15:57:00Z</dcterms:created>
  <dcterms:modified xsi:type="dcterms:W3CDTF">2019-07-18T15:57:00Z</dcterms:modified>
</cp:coreProperties>
</file>